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203F1F" w:rsidP="009B2381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záchr</w:t>
            </w:r>
            <w:r w:rsidR="009B2381">
              <w:rPr>
                <w:b/>
                <w:bCs/>
                <w:caps/>
                <w:color w:val="FF0000"/>
                <w:sz w:val="24"/>
              </w:rPr>
              <w:t>a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nný archeologický výzkum – zahrada panského domu v uherském brodě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58066C">
            <w:pPr>
              <w:rPr>
                <w:szCs w:val="20"/>
              </w:rPr>
            </w:pPr>
            <w:r>
              <w:t xml:space="preserve">Ing. </w:t>
            </w:r>
            <w:r w:rsidR="00A07E5C">
              <w:t>Mir</w:t>
            </w:r>
            <w:r w:rsidR="0058066C">
              <w:t>o</w:t>
            </w:r>
            <w:r w:rsidR="00A07E5C">
              <w:t>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</w:t>
            </w:r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03F1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66C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B2381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A1C62"/>
    <w:rsid w:val="00DC1457"/>
    <w:rsid w:val="00DC7DF9"/>
    <w:rsid w:val="00DD1F56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EC512C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F1554-7D53-4A70-BFC3-E107400F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3DFB9C9</Template>
  <TotalTime>18</TotalTime>
  <Pages>1</Pages>
  <Words>133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2022-09-06T08:53:00Z</cp:lastPrinted>
  <dcterms:created xsi:type="dcterms:W3CDTF">2025-01-21T08:10:00Z</dcterms:created>
  <dcterms:modified xsi:type="dcterms:W3CDTF">2025-06-04T05:54:00Z</dcterms:modified>
</cp:coreProperties>
</file>